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FAA2A-AEA2-4F73-AD32-99A836988248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